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B0071" w14:textId="0EE64A4F" w:rsidR="002E2D5E" w:rsidRPr="00E70653" w:rsidRDefault="002E2D5E" w:rsidP="001B0F34">
      <w:pPr>
        <w:ind w:left="4678" w:firstLine="284"/>
      </w:pPr>
      <w:r w:rsidRPr="00E70653">
        <w:t>PATVIRTINTA</w:t>
      </w:r>
    </w:p>
    <w:p w14:paraId="644CAC7D" w14:textId="77777777" w:rsidR="002E2D5E" w:rsidRPr="00E70653" w:rsidRDefault="002E2D5E" w:rsidP="001B0F34">
      <w:pPr>
        <w:ind w:left="4678" w:firstLine="284"/>
      </w:pPr>
      <w:r w:rsidRPr="00E70653">
        <w:t xml:space="preserve">Skuodo rajono savivaldybės tarybos </w:t>
      </w:r>
    </w:p>
    <w:p w14:paraId="6C823583" w14:textId="4915EB37" w:rsidR="002E2D5E" w:rsidRPr="00E70653" w:rsidRDefault="002E2D5E" w:rsidP="001B0F34">
      <w:pPr>
        <w:ind w:left="4678" w:firstLine="284"/>
      </w:pPr>
      <w:r w:rsidRPr="00E70653">
        <w:t>202</w:t>
      </w:r>
      <w:r w:rsidR="00996022" w:rsidRPr="00E70653">
        <w:t>4</w:t>
      </w:r>
      <w:r w:rsidRPr="00E70653">
        <w:t xml:space="preserve"> m. </w:t>
      </w:r>
      <w:r w:rsidR="00581024">
        <w:t>gruodžio</w:t>
      </w:r>
      <w:r w:rsidR="00550C89">
        <w:t xml:space="preserve"> </w:t>
      </w:r>
      <w:r w:rsidR="001B0F34">
        <w:t xml:space="preserve">9 </w:t>
      </w:r>
      <w:r w:rsidRPr="00E70653">
        <w:t xml:space="preserve">d. sprendimu </w:t>
      </w:r>
      <w:bookmarkStart w:id="0" w:name="SHOWS"/>
      <w:r w:rsidRPr="00E70653">
        <w:t>Nr.</w:t>
      </w:r>
      <w:r w:rsidR="00550C89">
        <w:t xml:space="preserve"> T10-</w:t>
      </w:r>
      <w:r w:rsidR="001B0F34">
        <w:t>256</w:t>
      </w:r>
      <w:r w:rsidRPr="00E70653">
        <w:t xml:space="preserve"> </w:t>
      </w:r>
      <w:bookmarkEnd w:id="0"/>
    </w:p>
    <w:p w14:paraId="5A4BD754" w14:textId="764AB6DD" w:rsidR="00E70653" w:rsidRPr="00E70653" w:rsidRDefault="002E2D5E" w:rsidP="00E70653">
      <w:pPr>
        <w:widowControl w:val="0"/>
        <w:spacing w:before="360" w:after="240" w:line="240" w:lineRule="exact"/>
        <w:jc w:val="center"/>
        <w:rPr>
          <w:b/>
          <w:bCs/>
          <w:lang w:bidi="lt-LT"/>
        </w:rPr>
      </w:pPr>
      <w:r w:rsidRPr="00E70653">
        <w:rPr>
          <w:b/>
          <w:bCs/>
          <w:lang w:bidi="lt-LT"/>
        </w:rPr>
        <w:t>SKUODO RAJONO SAVIVALDYBĖS</w:t>
      </w:r>
      <w:r w:rsidR="00CB2189" w:rsidRPr="00E70653">
        <w:rPr>
          <w:b/>
          <w:bCs/>
          <w:lang w:bidi="lt-LT"/>
        </w:rPr>
        <w:t xml:space="preserve"> </w:t>
      </w:r>
      <w:r w:rsidR="00581024">
        <w:rPr>
          <w:b/>
          <w:bCs/>
          <w:lang w:bidi="lt-LT"/>
        </w:rPr>
        <w:t>LANKYTINŲ VIETŲ SĄRAŠAS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70"/>
        <w:gridCol w:w="4689"/>
        <w:gridCol w:w="4370"/>
      </w:tblGrid>
      <w:tr w:rsidR="00581024" w14:paraId="4C97464A" w14:textId="77777777" w:rsidTr="00102328">
        <w:tc>
          <w:tcPr>
            <w:tcW w:w="570" w:type="dxa"/>
          </w:tcPr>
          <w:p w14:paraId="55F16BA2" w14:textId="77777777" w:rsidR="00581024" w:rsidRPr="00B61A5A" w:rsidRDefault="00581024" w:rsidP="00ED6486">
            <w:pPr>
              <w:jc w:val="center"/>
              <w:rPr>
                <w:b/>
              </w:rPr>
            </w:pPr>
            <w:r w:rsidRPr="00B61A5A">
              <w:rPr>
                <w:b/>
              </w:rPr>
              <w:t>Eil. Nr.</w:t>
            </w:r>
          </w:p>
        </w:tc>
        <w:tc>
          <w:tcPr>
            <w:tcW w:w="4689" w:type="dxa"/>
          </w:tcPr>
          <w:p w14:paraId="29BB08FC" w14:textId="77777777" w:rsidR="00581024" w:rsidRPr="00B61A5A" w:rsidRDefault="00581024" w:rsidP="00ED6486">
            <w:pPr>
              <w:jc w:val="center"/>
              <w:rPr>
                <w:b/>
              </w:rPr>
            </w:pPr>
            <w:r w:rsidRPr="00B61A5A">
              <w:rPr>
                <w:b/>
              </w:rPr>
              <w:t>Lankytinos vietos pavadinimas</w:t>
            </w:r>
          </w:p>
        </w:tc>
        <w:tc>
          <w:tcPr>
            <w:tcW w:w="4370" w:type="dxa"/>
          </w:tcPr>
          <w:p w14:paraId="07546AF1" w14:textId="77777777" w:rsidR="00581024" w:rsidRPr="00B61A5A" w:rsidRDefault="00581024" w:rsidP="00ED6486">
            <w:pPr>
              <w:jc w:val="center"/>
              <w:rPr>
                <w:b/>
              </w:rPr>
            </w:pPr>
            <w:r w:rsidRPr="00B61A5A">
              <w:rPr>
                <w:b/>
              </w:rPr>
              <w:t>Lankytinos vietos adresas</w:t>
            </w:r>
          </w:p>
        </w:tc>
      </w:tr>
      <w:tr w:rsidR="00581024" w14:paraId="0B6796F6" w14:textId="77777777" w:rsidTr="00102328">
        <w:tc>
          <w:tcPr>
            <w:tcW w:w="9629" w:type="dxa"/>
            <w:gridSpan w:val="3"/>
          </w:tcPr>
          <w:p w14:paraId="62705B33" w14:textId="77777777" w:rsidR="00581024" w:rsidRPr="00B61A5A" w:rsidRDefault="00581024" w:rsidP="00ED6486">
            <w:pPr>
              <w:jc w:val="center"/>
              <w:rPr>
                <w:b/>
              </w:rPr>
            </w:pPr>
            <w:r w:rsidRPr="00B61A5A">
              <w:rPr>
                <w:b/>
              </w:rPr>
              <w:t>Aleksandrijos seniūnija</w:t>
            </w:r>
          </w:p>
        </w:tc>
      </w:tr>
      <w:tr w:rsidR="00581024" w14:paraId="14EB39AD" w14:textId="77777777" w:rsidTr="00102328">
        <w:tc>
          <w:tcPr>
            <w:tcW w:w="570" w:type="dxa"/>
          </w:tcPr>
          <w:p w14:paraId="20171045" w14:textId="77777777" w:rsidR="00581024" w:rsidRPr="00623727" w:rsidRDefault="00581024" w:rsidP="00ED6486">
            <w:r w:rsidRPr="00623727">
              <w:t>1.</w:t>
            </w:r>
          </w:p>
        </w:tc>
        <w:tc>
          <w:tcPr>
            <w:tcW w:w="4689" w:type="dxa"/>
          </w:tcPr>
          <w:p w14:paraId="2FD7E3AF" w14:textId="77777777" w:rsidR="00581024" w:rsidRPr="00623727" w:rsidRDefault="00581024" w:rsidP="00581024">
            <w:pPr>
              <w:jc w:val="both"/>
            </w:pPr>
            <w:r w:rsidRPr="00623727">
              <w:t>Apuolės akmuo su dubenėliais ir ženklais</w:t>
            </w:r>
          </w:p>
        </w:tc>
        <w:tc>
          <w:tcPr>
            <w:tcW w:w="4370" w:type="dxa"/>
          </w:tcPr>
          <w:p w14:paraId="08468865" w14:textId="6188D93A" w:rsidR="00581024" w:rsidRPr="00623727" w:rsidRDefault="00581024" w:rsidP="00581024">
            <w:pPr>
              <w:jc w:val="both"/>
            </w:pPr>
            <w:r w:rsidRPr="00623727">
              <w:t>Skuodo rajon</w:t>
            </w:r>
            <w:r w:rsidR="00F00000">
              <w:t>o savivaldybė</w:t>
            </w:r>
            <w:r w:rsidRPr="00623727">
              <w:t>, Aleksandrijos seniūnija, Apuolės kaimas</w:t>
            </w:r>
          </w:p>
        </w:tc>
      </w:tr>
      <w:tr w:rsidR="00581024" w14:paraId="2F92E2AA" w14:textId="77777777" w:rsidTr="00102328">
        <w:tc>
          <w:tcPr>
            <w:tcW w:w="570" w:type="dxa"/>
          </w:tcPr>
          <w:p w14:paraId="1F10510E" w14:textId="77777777" w:rsidR="00581024" w:rsidRPr="00623727" w:rsidRDefault="00581024" w:rsidP="00ED6486">
            <w:r w:rsidRPr="00623727">
              <w:t>2.</w:t>
            </w:r>
          </w:p>
        </w:tc>
        <w:tc>
          <w:tcPr>
            <w:tcW w:w="4689" w:type="dxa"/>
          </w:tcPr>
          <w:p w14:paraId="50024A32" w14:textId="77777777" w:rsidR="00581024" w:rsidRPr="00623727" w:rsidRDefault="00581024" w:rsidP="00581024">
            <w:pPr>
              <w:jc w:val="both"/>
            </w:pPr>
            <w:r w:rsidRPr="00623727">
              <w:t>Apuolės piliakalnis su gyvenviete</w:t>
            </w:r>
          </w:p>
        </w:tc>
        <w:tc>
          <w:tcPr>
            <w:tcW w:w="4370" w:type="dxa"/>
          </w:tcPr>
          <w:p w14:paraId="02E53E47" w14:textId="2D33C51F" w:rsidR="00581024" w:rsidRPr="00623727" w:rsidRDefault="00581024" w:rsidP="00581024">
            <w:pPr>
              <w:jc w:val="both"/>
            </w:pPr>
            <w:r w:rsidRPr="00623727">
              <w:t>Skuodo rajon</w:t>
            </w:r>
            <w:r w:rsidR="00F00000">
              <w:t>o savivaldybė</w:t>
            </w:r>
            <w:r w:rsidRPr="00623727">
              <w:t>, Aleksandrijos seniūnija, Apuolės kaimas</w:t>
            </w:r>
          </w:p>
        </w:tc>
      </w:tr>
      <w:tr w:rsidR="00581024" w14:paraId="6D0F4607" w14:textId="77777777" w:rsidTr="00102328">
        <w:tc>
          <w:tcPr>
            <w:tcW w:w="570" w:type="dxa"/>
          </w:tcPr>
          <w:p w14:paraId="310E686E" w14:textId="77777777" w:rsidR="00581024" w:rsidRPr="00623727" w:rsidRDefault="00581024" w:rsidP="00ED6486">
            <w:r w:rsidRPr="00623727">
              <w:t>3.</w:t>
            </w:r>
          </w:p>
        </w:tc>
        <w:tc>
          <w:tcPr>
            <w:tcW w:w="4689" w:type="dxa"/>
          </w:tcPr>
          <w:p w14:paraId="10C9182F" w14:textId="77777777" w:rsidR="00581024" w:rsidRPr="00623727" w:rsidRDefault="00581024" w:rsidP="00581024">
            <w:pPr>
              <w:jc w:val="both"/>
            </w:pPr>
            <w:r w:rsidRPr="00623727">
              <w:t xml:space="preserve">Izidoriaus </w:t>
            </w:r>
            <w:proofErr w:type="spellStart"/>
            <w:r w:rsidRPr="00623727">
              <w:t>Navidansko</w:t>
            </w:r>
            <w:proofErr w:type="spellEnd"/>
            <w:r w:rsidRPr="00623727">
              <w:t xml:space="preserve"> parkas</w:t>
            </w:r>
          </w:p>
        </w:tc>
        <w:tc>
          <w:tcPr>
            <w:tcW w:w="4370" w:type="dxa"/>
          </w:tcPr>
          <w:p w14:paraId="0DB17CD9" w14:textId="361E029D" w:rsidR="00581024" w:rsidRPr="00623727" w:rsidRDefault="00F00000" w:rsidP="00581024">
            <w:pPr>
              <w:jc w:val="both"/>
            </w:pPr>
            <w:r w:rsidRPr="00F00000">
              <w:t>Skuodo rajono savivaldybė</w:t>
            </w:r>
            <w:r w:rsidR="00581024" w:rsidRPr="00623727">
              <w:t>, Aleksandrijos seniūnija, Kalnėnų kaimas</w:t>
            </w:r>
          </w:p>
        </w:tc>
      </w:tr>
      <w:tr w:rsidR="00581024" w14:paraId="6E637F71" w14:textId="77777777" w:rsidTr="00102328">
        <w:tc>
          <w:tcPr>
            <w:tcW w:w="570" w:type="dxa"/>
          </w:tcPr>
          <w:p w14:paraId="7DFE7965" w14:textId="77777777" w:rsidR="00581024" w:rsidRPr="00623727" w:rsidRDefault="00581024" w:rsidP="00ED6486">
            <w:r w:rsidRPr="00623727">
              <w:t>4.</w:t>
            </w:r>
          </w:p>
        </w:tc>
        <w:tc>
          <w:tcPr>
            <w:tcW w:w="4689" w:type="dxa"/>
          </w:tcPr>
          <w:p w14:paraId="26840577" w14:textId="77777777" w:rsidR="00581024" w:rsidRPr="00623727" w:rsidRDefault="00581024" w:rsidP="00581024">
            <w:pPr>
              <w:jc w:val="both"/>
            </w:pPr>
            <w:proofErr w:type="spellStart"/>
            <w:r w:rsidRPr="00623727">
              <w:t>Jedžiotų</w:t>
            </w:r>
            <w:proofErr w:type="spellEnd"/>
            <w:r w:rsidRPr="00623727">
              <w:t xml:space="preserve"> piliakalnis, vad. </w:t>
            </w:r>
            <w:proofErr w:type="spellStart"/>
            <w:r w:rsidRPr="00623727">
              <w:t>Pilale</w:t>
            </w:r>
            <w:proofErr w:type="spellEnd"/>
          </w:p>
        </w:tc>
        <w:tc>
          <w:tcPr>
            <w:tcW w:w="4370" w:type="dxa"/>
          </w:tcPr>
          <w:p w14:paraId="31D25DC1" w14:textId="38571E66" w:rsidR="00581024" w:rsidRPr="00623727" w:rsidRDefault="00F00000" w:rsidP="00581024">
            <w:pPr>
              <w:jc w:val="both"/>
            </w:pPr>
            <w:r w:rsidRPr="00F00000">
              <w:t>Skuodo rajono savivaldybė</w:t>
            </w:r>
            <w:r w:rsidR="00581024" w:rsidRPr="00623727">
              <w:t xml:space="preserve">, Aleksandrijos seniūnija, </w:t>
            </w:r>
            <w:proofErr w:type="spellStart"/>
            <w:r w:rsidR="00581024" w:rsidRPr="00623727">
              <w:t>Jedžiotų</w:t>
            </w:r>
            <w:proofErr w:type="spellEnd"/>
            <w:r w:rsidR="00581024" w:rsidRPr="00623727">
              <w:t xml:space="preserve"> kaimas</w:t>
            </w:r>
          </w:p>
        </w:tc>
      </w:tr>
      <w:tr w:rsidR="00581024" w14:paraId="18DB5448" w14:textId="77777777" w:rsidTr="00102328">
        <w:tc>
          <w:tcPr>
            <w:tcW w:w="570" w:type="dxa"/>
          </w:tcPr>
          <w:p w14:paraId="7A1CF314" w14:textId="77777777" w:rsidR="00581024" w:rsidRPr="00623727" w:rsidRDefault="00581024" w:rsidP="00ED6486">
            <w:r w:rsidRPr="00623727">
              <w:t>5.</w:t>
            </w:r>
          </w:p>
        </w:tc>
        <w:tc>
          <w:tcPr>
            <w:tcW w:w="4689" w:type="dxa"/>
          </w:tcPr>
          <w:p w14:paraId="43A64F29" w14:textId="77777777" w:rsidR="00581024" w:rsidRPr="00623727" w:rsidRDefault="00581024" w:rsidP="00581024">
            <w:pPr>
              <w:jc w:val="both"/>
            </w:pPr>
            <w:proofErr w:type="spellStart"/>
            <w:r w:rsidRPr="00623727">
              <w:t>Truikinų</w:t>
            </w:r>
            <w:proofErr w:type="spellEnd"/>
            <w:r w:rsidRPr="00623727">
              <w:t xml:space="preserve"> šaltinis, vad. Šmitos šaltiniu</w:t>
            </w:r>
          </w:p>
        </w:tc>
        <w:tc>
          <w:tcPr>
            <w:tcW w:w="4370" w:type="dxa"/>
          </w:tcPr>
          <w:p w14:paraId="5E37AC56" w14:textId="0135EEF9" w:rsidR="00581024" w:rsidRPr="00623727" w:rsidRDefault="00F00000" w:rsidP="00581024">
            <w:pPr>
              <w:jc w:val="both"/>
            </w:pPr>
            <w:r w:rsidRPr="00F00000">
              <w:t>Skuodo rajono savivaldybė</w:t>
            </w:r>
            <w:r w:rsidR="00581024" w:rsidRPr="00623727">
              <w:t xml:space="preserve">, Aleksandrijos seniūnija, </w:t>
            </w:r>
            <w:proofErr w:type="spellStart"/>
            <w:r w:rsidR="00581024" w:rsidRPr="00623727">
              <w:t>Šarkės</w:t>
            </w:r>
            <w:proofErr w:type="spellEnd"/>
            <w:r w:rsidR="00581024" w:rsidRPr="00623727">
              <w:t xml:space="preserve"> kaimas</w:t>
            </w:r>
          </w:p>
        </w:tc>
      </w:tr>
      <w:tr w:rsidR="00581024" w14:paraId="2A76BECA" w14:textId="77777777" w:rsidTr="00102328">
        <w:tc>
          <w:tcPr>
            <w:tcW w:w="570" w:type="dxa"/>
          </w:tcPr>
          <w:p w14:paraId="313D1D5B" w14:textId="77777777" w:rsidR="00581024" w:rsidRPr="00623727" w:rsidRDefault="00581024" w:rsidP="00ED6486">
            <w:r w:rsidRPr="00623727">
              <w:t>6.</w:t>
            </w:r>
          </w:p>
        </w:tc>
        <w:tc>
          <w:tcPr>
            <w:tcW w:w="4689" w:type="dxa"/>
          </w:tcPr>
          <w:p w14:paraId="109C05AD" w14:textId="77777777" w:rsidR="00581024" w:rsidRPr="00623727" w:rsidRDefault="00581024" w:rsidP="00581024">
            <w:pPr>
              <w:jc w:val="both"/>
            </w:pPr>
            <w:r w:rsidRPr="00623727">
              <w:t>Žemdirbio muziejus</w:t>
            </w:r>
          </w:p>
        </w:tc>
        <w:tc>
          <w:tcPr>
            <w:tcW w:w="4370" w:type="dxa"/>
          </w:tcPr>
          <w:p w14:paraId="4C927A9D" w14:textId="7BA30B22" w:rsidR="00581024" w:rsidRPr="00623727" w:rsidRDefault="00F00000" w:rsidP="00581024">
            <w:pPr>
              <w:jc w:val="both"/>
            </w:pPr>
            <w:r w:rsidRPr="00F00000">
              <w:t>Skuodo rajono savivaldybė</w:t>
            </w:r>
            <w:r w:rsidR="00581024" w:rsidRPr="00623727">
              <w:t xml:space="preserve">, Aleksandrijos seniūnija, </w:t>
            </w:r>
            <w:proofErr w:type="spellStart"/>
            <w:r w:rsidR="00581024" w:rsidRPr="00623727">
              <w:t>Truikinų</w:t>
            </w:r>
            <w:proofErr w:type="spellEnd"/>
            <w:r w:rsidR="00581024" w:rsidRPr="00623727">
              <w:t xml:space="preserve"> kaimas </w:t>
            </w:r>
          </w:p>
        </w:tc>
      </w:tr>
      <w:tr w:rsidR="00581024" w14:paraId="2303D8C2" w14:textId="77777777" w:rsidTr="00102328">
        <w:tc>
          <w:tcPr>
            <w:tcW w:w="9629" w:type="dxa"/>
            <w:gridSpan w:val="3"/>
          </w:tcPr>
          <w:p w14:paraId="445F9C81" w14:textId="77777777" w:rsidR="00581024" w:rsidRPr="00B61A5A" w:rsidRDefault="00581024" w:rsidP="00ED6486">
            <w:pPr>
              <w:jc w:val="center"/>
              <w:rPr>
                <w:b/>
              </w:rPr>
            </w:pPr>
            <w:r w:rsidRPr="00B61A5A">
              <w:rPr>
                <w:b/>
              </w:rPr>
              <w:t>Barstyčių seniūnija</w:t>
            </w:r>
          </w:p>
        </w:tc>
      </w:tr>
      <w:tr w:rsidR="00581024" w14:paraId="27A2680F" w14:textId="77777777" w:rsidTr="00102328">
        <w:tc>
          <w:tcPr>
            <w:tcW w:w="570" w:type="dxa"/>
          </w:tcPr>
          <w:p w14:paraId="659F406C" w14:textId="77777777" w:rsidR="00581024" w:rsidRPr="000E36AA" w:rsidRDefault="00581024" w:rsidP="00ED6486">
            <w:r>
              <w:t>7.</w:t>
            </w:r>
          </w:p>
        </w:tc>
        <w:tc>
          <w:tcPr>
            <w:tcW w:w="4689" w:type="dxa"/>
          </w:tcPr>
          <w:p w14:paraId="2977670C" w14:textId="77777777" w:rsidR="00581024" w:rsidRPr="000E36AA" w:rsidRDefault="00581024" w:rsidP="00581024">
            <w:pPr>
              <w:jc w:val="both"/>
            </w:pPr>
            <w:r>
              <w:t>Barstyčių akmuo</w:t>
            </w:r>
          </w:p>
        </w:tc>
        <w:tc>
          <w:tcPr>
            <w:tcW w:w="4370" w:type="dxa"/>
          </w:tcPr>
          <w:p w14:paraId="64B8FBD8" w14:textId="52EBA6D0" w:rsidR="00581024" w:rsidRPr="000E36AA" w:rsidRDefault="00F00000" w:rsidP="00581024">
            <w:pPr>
              <w:jc w:val="both"/>
            </w:pPr>
            <w:r w:rsidRPr="00F00000">
              <w:t>Skuodo rajono savivaldybė</w:t>
            </w:r>
            <w:r w:rsidR="00581024" w:rsidRPr="009B1DC8">
              <w:t xml:space="preserve">, Barstyčių seniūnija, </w:t>
            </w:r>
            <w:proofErr w:type="spellStart"/>
            <w:r w:rsidR="00581024" w:rsidRPr="009B1DC8">
              <w:t>Puokės</w:t>
            </w:r>
            <w:proofErr w:type="spellEnd"/>
            <w:r w:rsidR="00581024" w:rsidRPr="009B1DC8">
              <w:t xml:space="preserve"> kaimas</w:t>
            </w:r>
          </w:p>
        </w:tc>
      </w:tr>
      <w:tr w:rsidR="00581024" w14:paraId="0F23D8E3" w14:textId="77777777" w:rsidTr="00102328">
        <w:tc>
          <w:tcPr>
            <w:tcW w:w="570" w:type="dxa"/>
          </w:tcPr>
          <w:p w14:paraId="1C7ED215" w14:textId="77777777" w:rsidR="00581024" w:rsidRPr="000E36AA" w:rsidRDefault="00581024" w:rsidP="00ED6486">
            <w:r>
              <w:t>8.</w:t>
            </w:r>
          </w:p>
        </w:tc>
        <w:tc>
          <w:tcPr>
            <w:tcW w:w="4689" w:type="dxa"/>
          </w:tcPr>
          <w:p w14:paraId="484E1FCF" w14:textId="7F9F1616" w:rsidR="00581024" w:rsidRPr="000E36AA" w:rsidRDefault="00581024" w:rsidP="00581024">
            <w:pPr>
              <w:jc w:val="both"/>
            </w:pPr>
            <w:r w:rsidRPr="009B1DC8">
              <w:t>Paparčių kalnas</w:t>
            </w:r>
            <w:r w:rsidR="00DF4CAF">
              <w:t>,</w:t>
            </w:r>
            <w:r w:rsidRPr="009B1DC8">
              <w:t xml:space="preserve"> vad. Auškalniu</w:t>
            </w:r>
            <w:r w:rsidR="00DF4CAF">
              <w:t>,</w:t>
            </w:r>
            <w:r w:rsidRPr="009B1DC8">
              <w:t xml:space="preserve"> pažintinis pėsčiųjų</w:t>
            </w:r>
            <w:r w:rsidR="00DF4CAF">
              <w:t xml:space="preserve"> takas</w:t>
            </w:r>
          </w:p>
        </w:tc>
        <w:tc>
          <w:tcPr>
            <w:tcW w:w="4370" w:type="dxa"/>
          </w:tcPr>
          <w:p w14:paraId="78271A2B" w14:textId="5D1B5C0F" w:rsidR="00581024" w:rsidRPr="000E36AA" w:rsidRDefault="00F00000" w:rsidP="00581024">
            <w:pPr>
              <w:jc w:val="both"/>
            </w:pPr>
            <w:r w:rsidRPr="00F00000">
              <w:t>Skuodo rajono savivaldybė</w:t>
            </w:r>
            <w:r w:rsidR="00581024" w:rsidRPr="009B1DC8">
              <w:t>, Barstyčių seniūnija, Paparčių</w:t>
            </w:r>
            <w:r w:rsidR="00581024">
              <w:t xml:space="preserve"> kaimas</w:t>
            </w:r>
          </w:p>
        </w:tc>
      </w:tr>
      <w:tr w:rsidR="00581024" w14:paraId="6D7CB060" w14:textId="77777777" w:rsidTr="00102328">
        <w:tc>
          <w:tcPr>
            <w:tcW w:w="9629" w:type="dxa"/>
            <w:gridSpan w:val="3"/>
          </w:tcPr>
          <w:p w14:paraId="6D443A47" w14:textId="77777777" w:rsidR="00581024" w:rsidRPr="00B61A5A" w:rsidRDefault="00581024" w:rsidP="00ED6486">
            <w:pPr>
              <w:jc w:val="center"/>
              <w:rPr>
                <w:b/>
              </w:rPr>
            </w:pPr>
            <w:r w:rsidRPr="00B61A5A">
              <w:rPr>
                <w:b/>
              </w:rPr>
              <w:t>Lenkimų seniūnija</w:t>
            </w:r>
          </w:p>
        </w:tc>
      </w:tr>
      <w:tr w:rsidR="00581024" w14:paraId="54E5CE19" w14:textId="77777777" w:rsidTr="00102328">
        <w:tc>
          <w:tcPr>
            <w:tcW w:w="570" w:type="dxa"/>
          </w:tcPr>
          <w:p w14:paraId="63873302" w14:textId="77777777" w:rsidR="00581024" w:rsidRPr="000E36AA" w:rsidRDefault="00581024" w:rsidP="00ED6486">
            <w:r>
              <w:t>9.</w:t>
            </w:r>
          </w:p>
        </w:tc>
        <w:tc>
          <w:tcPr>
            <w:tcW w:w="4689" w:type="dxa"/>
          </w:tcPr>
          <w:p w14:paraId="54BCAF5D" w14:textId="77777777" w:rsidR="00581024" w:rsidRPr="000E36AA" w:rsidRDefault="00581024" w:rsidP="00ED6486">
            <w:r w:rsidRPr="00D43693">
              <w:t>Simono Daukanto gimtinės vieta</w:t>
            </w:r>
          </w:p>
        </w:tc>
        <w:tc>
          <w:tcPr>
            <w:tcW w:w="4370" w:type="dxa"/>
          </w:tcPr>
          <w:p w14:paraId="65A0623E" w14:textId="6986779F" w:rsidR="00581024" w:rsidRPr="000E36AA" w:rsidRDefault="00F00000" w:rsidP="00ED6486">
            <w:r w:rsidRPr="00F00000">
              <w:t>Skuodo rajono savivaldybė</w:t>
            </w:r>
            <w:r w:rsidR="00581024">
              <w:t>, Lenkimų seniūnija, Kalvių kaimas</w:t>
            </w:r>
          </w:p>
        </w:tc>
      </w:tr>
      <w:tr w:rsidR="00581024" w14:paraId="69E789EE" w14:textId="77777777" w:rsidTr="00102328">
        <w:tc>
          <w:tcPr>
            <w:tcW w:w="9629" w:type="dxa"/>
            <w:gridSpan w:val="3"/>
          </w:tcPr>
          <w:p w14:paraId="0F206C4D" w14:textId="77777777" w:rsidR="00581024" w:rsidRPr="00B61A5A" w:rsidRDefault="00581024" w:rsidP="00ED6486">
            <w:pPr>
              <w:jc w:val="center"/>
              <w:rPr>
                <w:b/>
              </w:rPr>
            </w:pPr>
            <w:r w:rsidRPr="00B61A5A">
              <w:rPr>
                <w:b/>
              </w:rPr>
              <w:t>Mosėdžio seniūnija</w:t>
            </w:r>
          </w:p>
        </w:tc>
      </w:tr>
      <w:tr w:rsidR="00581024" w14:paraId="1A47AFA3" w14:textId="77777777" w:rsidTr="00102328">
        <w:tc>
          <w:tcPr>
            <w:tcW w:w="570" w:type="dxa"/>
          </w:tcPr>
          <w:p w14:paraId="72A365FF" w14:textId="77777777" w:rsidR="00581024" w:rsidRPr="000E36AA" w:rsidRDefault="00581024" w:rsidP="00ED6486">
            <w:r>
              <w:t>10.</w:t>
            </w:r>
          </w:p>
        </w:tc>
        <w:tc>
          <w:tcPr>
            <w:tcW w:w="4689" w:type="dxa"/>
          </w:tcPr>
          <w:p w14:paraId="018CCF1E" w14:textId="77777777" w:rsidR="00581024" w:rsidRPr="000E36AA" w:rsidRDefault="00581024" w:rsidP="00581024">
            <w:pPr>
              <w:jc w:val="both"/>
            </w:pPr>
            <w:r>
              <w:t>Mosėdžio akmuo</w:t>
            </w:r>
          </w:p>
        </w:tc>
        <w:tc>
          <w:tcPr>
            <w:tcW w:w="4370" w:type="dxa"/>
          </w:tcPr>
          <w:p w14:paraId="11F25F88" w14:textId="5FF27678" w:rsidR="00581024" w:rsidRPr="000E36AA" w:rsidRDefault="00F00000" w:rsidP="00581024">
            <w:pPr>
              <w:jc w:val="both"/>
            </w:pPr>
            <w:r w:rsidRPr="00F00000">
              <w:rPr>
                <w:color w:val="000000" w:themeColor="text1"/>
              </w:rPr>
              <w:t>Skuodo rajono savivaldybė</w:t>
            </w:r>
            <w:r w:rsidR="00581024" w:rsidRPr="00A53EC0">
              <w:rPr>
                <w:color w:val="000000" w:themeColor="text1"/>
              </w:rPr>
              <w:t>, Mosėdžio seniūnija, Mosėd</w:t>
            </w:r>
            <w:r w:rsidR="00DF4CAF">
              <w:rPr>
                <w:color w:val="000000" w:themeColor="text1"/>
              </w:rPr>
              <w:t>žio mstl.</w:t>
            </w:r>
          </w:p>
        </w:tc>
      </w:tr>
      <w:tr w:rsidR="00581024" w14:paraId="6F8E935D" w14:textId="77777777" w:rsidTr="00102328">
        <w:tc>
          <w:tcPr>
            <w:tcW w:w="570" w:type="dxa"/>
          </w:tcPr>
          <w:p w14:paraId="4B29CD47" w14:textId="77777777" w:rsidR="00581024" w:rsidRDefault="00581024" w:rsidP="00ED6486">
            <w:r>
              <w:t>11.</w:t>
            </w:r>
          </w:p>
        </w:tc>
        <w:tc>
          <w:tcPr>
            <w:tcW w:w="4689" w:type="dxa"/>
          </w:tcPr>
          <w:p w14:paraId="1DB502CF" w14:textId="77777777" w:rsidR="00581024" w:rsidRPr="00F05E9F" w:rsidRDefault="00581024" w:rsidP="00581024">
            <w:pPr>
              <w:jc w:val="both"/>
            </w:pPr>
            <w:r w:rsidRPr="00F24C81">
              <w:t xml:space="preserve">Šauklių </w:t>
            </w:r>
            <w:proofErr w:type="spellStart"/>
            <w:r w:rsidRPr="00F24C81">
              <w:t>riedulynas</w:t>
            </w:r>
            <w:proofErr w:type="spellEnd"/>
          </w:p>
        </w:tc>
        <w:tc>
          <w:tcPr>
            <w:tcW w:w="4370" w:type="dxa"/>
          </w:tcPr>
          <w:p w14:paraId="44399178" w14:textId="5AEBDE72" w:rsidR="00581024" w:rsidRDefault="00F00000" w:rsidP="00581024">
            <w:pPr>
              <w:jc w:val="both"/>
            </w:pPr>
            <w:r w:rsidRPr="00F00000">
              <w:t>Skuodo rajono savivaldybė</w:t>
            </w:r>
            <w:r w:rsidR="00581024" w:rsidRPr="00F24C81">
              <w:t>, Mosėdžio seniūnija, Šauklių kaimas</w:t>
            </w:r>
          </w:p>
        </w:tc>
      </w:tr>
      <w:tr w:rsidR="00581024" w14:paraId="518595DC" w14:textId="77777777" w:rsidTr="00102328">
        <w:tc>
          <w:tcPr>
            <w:tcW w:w="570" w:type="dxa"/>
          </w:tcPr>
          <w:p w14:paraId="4BB850C5" w14:textId="77777777" w:rsidR="00581024" w:rsidRPr="000E36AA" w:rsidRDefault="00581024" w:rsidP="00ED6486">
            <w:r>
              <w:t>12.</w:t>
            </w:r>
          </w:p>
        </w:tc>
        <w:tc>
          <w:tcPr>
            <w:tcW w:w="4689" w:type="dxa"/>
          </w:tcPr>
          <w:p w14:paraId="78FF6450" w14:textId="77777777" w:rsidR="00581024" w:rsidRPr="000E36AA" w:rsidRDefault="00581024" w:rsidP="00581024">
            <w:pPr>
              <w:jc w:val="both"/>
            </w:pPr>
            <w:r w:rsidRPr="00921100">
              <w:t>Šauklių senovės kulto vieta</w:t>
            </w:r>
          </w:p>
        </w:tc>
        <w:tc>
          <w:tcPr>
            <w:tcW w:w="4370" w:type="dxa"/>
          </w:tcPr>
          <w:p w14:paraId="78B84D97" w14:textId="367B31D8" w:rsidR="00581024" w:rsidRPr="000E36AA" w:rsidRDefault="00F00000" w:rsidP="00581024">
            <w:pPr>
              <w:jc w:val="both"/>
            </w:pPr>
            <w:r w:rsidRPr="00F00000">
              <w:t>Skuodo rajono savivaldybė</w:t>
            </w:r>
            <w:r>
              <w:t>,</w:t>
            </w:r>
            <w:r w:rsidR="00581024" w:rsidRPr="00921100">
              <w:t xml:space="preserve"> Mosėdžio seniūnija, Šauklių kaimas</w:t>
            </w:r>
          </w:p>
        </w:tc>
      </w:tr>
      <w:tr w:rsidR="00581024" w14:paraId="30E0517C" w14:textId="77777777" w:rsidTr="00102328">
        <w:tc>
          <w:tcPr>
            <w:tcW w:w="570" w:type="dxa"/>
          </w:tcPr>
          <w:p w14:paraId="0CD30A71" w14:textId="77777777" w:rsidR="00581024" w:rsidRPr="000E36AA" w:rsidRDefault="00581024" w:rsidP="00ED6486">
            <w:pPr>
              <w:jc w:val="center"/>
            </w:pPr>
            <w:r>
              <w:t>13.</w:t>
            </w:r>
          </w:p>
        </w:tc>
        <w:tc>
          <w:tcPr>
            <w:tcW w:w="4689" w:type="dxa"/>
          </w:tcPr>
          <w:p w14:paraId="17444BA6" w14:textId="77777777" w:rsidR="00581024" w:rsidRPr="000E36AA" w:rsidRDefault="00581024" w:rsidP="00581024">
            <w:pPr>
              <w:tabs>
                <w:tab w:val="left" w:pos="810"/>
                <w:tab w:val="center" w:pos="3365"/>
              </w:tabs>
              <w:jc w:val="both"/>
            </w:pPr>
            <w:r>
              <w:t>Šilalės kaimo geologinis – archeologinis kompleksas</w:t>
            </w:r>
          </w:p>
        </w:tc>
        <w:tc>
          <w:tcPr>
            <w:tcW w:w="4370" w:type="dxa"/>
          </w:tcPr>
          <w:p w14:paraId="3216D46E" w14:textId="2FFA0ABB" w:rsidR="00581024" w:rsidRPr="000E36AA" w:rsidRDefault="00F00000" w:rsidP="00581024">
            <w:pPr>
              <w:jc w:val="both"/>
            </w:pPr>
            <w:r w:rsidRPr="00F00000">
              <w:t>Skuodo rajono savivaldybė</w:t>
            </w:r>
            <w:r w:rsidR="00581024">
              <w:t xml:space="preserve">, Mosėdžio seniūnija, </w:t>
            </w:r>
            <w:proofErr w:type="spellStart"/>
            <w:r w:rsidR="00581024">
              <w:t>Igarių</w:t>
            </w:r>
            <w:proofErr w:type="spellEnd"/>
            <w:r w:rsidR="00581024" w:rsidRPr="00921100">
              <w:t xml:space="preserve"> kaimas</w:t>
            </w:r>
          </w:p>
        </w:tc>
      </w:tr>
      <w:tr w:rsidR="00581024" w14:paraId="4401B81A" w14:textId="77777777" w:rsidTr="00102328">
        <w:tc>
          <w:tcPr>
            <w:tcW w:w="570" w:type="dxa"/>
          </w:tcPr>
          <w:p w14:paraId="28A2CD80" w14:textId="77777777" w:rsidR="00581024" w:rsidRPr="000E36AA" w:rsidRDefault="00581024" w:rsidP="00ED6486">
            <w:pPr>
              <w:jc w:val="center"/>
            </w:pPr>
            <w:r>
              <w:t>14.</w:t>
            </w:r>
          </w:p>
        </w:tc>
        <w:tc>
          <w:tcPr>
            <w:tcW w:w="4689" w:type="dxa"/>
          </w:tcPr>
          <w:p w14:paraId="08B27DF9" w14:textId="77777777" w:rsidR="00581024" w:rsidRPr="000E36AA" w:rsidRDefault="00581024" w:rsidP="00581024">
            <w:pPr>
              <w:jc w:val="both"/>
            </w:pPr>
            <w:r w:rsidRPr="00921100">
              <w:t>Vaclovo Into sodyba</w:t>
            </w:r>
          </w:p>
        </w:tc>
        <w:tc>
          <w:tcPr>
            <w:tcW w:w="4370" w:type="dxa"/>
          </w:tcPr>
          <w:p w14:paraId="42975E19" w14:textId="67A0A144" w:rsidR="00581024" w:rsidRPr="000E36AA" w:rsidRDefault="00F00000" w:rsidP="00581024">
            <w:pPr>
              <w:jc w:val="both"/>
            </w:pPr>
            <w:r w:rsidRPr="00F00000">
              <w:t>Skuodo rajono savivaldybė</w:t>
            </w:r>
            <w:r w:rsidR="00581024" w:rsidRPr="00921100">
              <w:t xml:space="preserve">, Mosėdžio seniūnija, </w:t>
            </w:r>
            <w:r w:rsidR="00DF4CAF">
              <w:t xml:space="preserve">Mosėdžio mstl., </w:t>
            </w:r>
            <w:r w:rsidR="00581024" w:rsidRPr="00921100">
              <w:t>Akmenų g. 28</w:t>
            </w:r>
          </w:p>
        </w:tc>
      </w:tr>
      <w:tr w:rsidR="00581024" w14:paraId="60340C1E" w14:textId="77777777" w:rsidTr="00102328">
        <w:tc>
          <w:tcPr>
            <w:tcW w:w="9629" w:type="dxa"/>
            <w:gridSpan w:val="3"/>
          </w:tcPr>
          <w:p w14:paraId="1100A12E" w14:textId="77777777" w:rsidR="00581024" w:rsidRPr="00B61A5A" w:rsidRDefault="00581024" w:rsidP="00ED6486">
            <w:pPr>
              <w:jc w:val="center"/>
              <w:rPr>
                <w:b/>
              </w:rPr>
            </w:pPr>
            <w:proofErr w:type="spellStart"/>
            <w:r w:rsidRPr="00B61A5A">
              <w:rPr>
                <w:b/>
              </w:rPr>
              <w:t>Notėnų</w:t>
            </w:r>
            <w:proofErr w:type="spellEnd"/>
            <w:r w:rsidRPr="00B61A5A">
              <w:rPr>
                <w:b/>
              </w:rPr>
              <w:t xml:space="preserve"> seniūnija</w:t>
            </w:r>
          </w:p>
        </w:tc>
      </w:tr>
      <w:tr w:rsidR="00581024" w14:paraId="3B5A1F50" w14:textId="77777777" w:rsidTr="00102328">
        <w:tc>
          <w:tcPr>
            <w:tcW w:w="570" w:type="dxa"/>
          </w:tcPr>
          <w:p w14:paraId="47C1D3C2" w14:textId="77777777" w:rsidR="00581024" w:rsidRPr="000E36AA" w:rsidRDefault="00581024" w:rsidP="00ED6486">
            <w:pPr>
              <w:jc w:val="center"/>
            </w:pPr>
            <w:r>
              <w:t>15.</w:t>
            </w:r>
          </w:p>
        </w:tc>
        <w:tc>
          <w:tcPr>
            <w:tcW w:w="4689" w:type="dxa"/>
          </w:tcPr>
          <w:p w14:paraId="71E592CA" w14:textId="77777777" w:rsidR="00581024" w:rsidRPr="000E36AA" w:rsidRDefault="00581024" w:rsidP="00ED6486">
            <w:proofErr w:type="spellStart"/>
            <w:r>
              <w:t>Kulalių</w:t>
            </w:r>
            <w:proofErr w:type="spellEnd"/>
            <w:r>
              <w:t xml:space="preserve"> </w:t>
            </w:r>
            <w:proofErr w:type="spellStart"/>
            <w:r>
              <w:t>riedulynas</w:t>
            </w:r>
            <w:proofErr w:type="spellEnd"/>
          </w:p>
        </w:tc>
        <w:tc>
          <w:tcPr>
            <w:tcW w:w="4370" w:type="dxa"/>
          </w:tcPr>
          <w:p w14:paraId="0F3D3D02" w14:textId="7DED4DA1" w:rsidR="00581024" w:rsidRPr="000E36AA" w:rsidRDefault="00F00000" w:rsidP="00ED6486">
            <w:r w:rsidRPr="00F00000">
              <w:t>Skuodo rajono savivaldybė</w:t>
            </w:r>
            <w:r w:rsidR="00581024">
              <w:t xml:space="preserve">, </w:t>
            </w:r>
            <w:proofErr w:type="spellStart"/>
            <w:r w:rsidR="00581024">
              <w:t>Notėnų</w:t>
            </w:r>
            <w:proofErr w:type="spellEnd"/>
            <w:r w:rsidR="00581024">
              <w:t xml:space="preserve"> seniūnija, </w:t>
            </w:r>
            <w:proofErr w:type="spellStart"/>
            <w:r w:rsidR="00581024">
              <w:t>Kulalių</w:t>
            </w:r>
            <w:proofErr w:type="spellEnd"/>
            <w:r w:rsidR="00581024">
              <w:t xml:space="preserve"> kaimas</w:t>
            </w:r>
          </w:p>
        </w:tc>
      </w:tr>
      <w:tr w:rsidR="00581024" w14:paraId="6587B122" w14:textId="77777777" w:rsidTr="00102328">
        <w:tc>
          <w:tcPr>
            <w:tcW w:w="9629" w:type="dxa"/>
            <w:gridSpan w:val="3"/>
          </w:tcPr>
          <w:p w14:paraId="0B7012A3" w14:textId="77777777" w:rsidR="00581024" w:rsidRPr="00B61A5A" w:rsidRDefault="00581024" w:rsidP="00ED6486">
            <w:pPr>
              <w:jc w:val="center"/>
              <w:rPr>
                <w:b/>
              </w:rPr>
            </w:pPr>
            <w:r w:rsidRPr="00B61A5A">
              <w:rPr>
                <w:b/>
              </w:rPr>
              <w:t>Skuodo seniūnija</w:t>
            </w:r>
          </w:p>
        </w:tc>
      </w:tr>
      <w:tr w:rsidR="00581024" w14:paraId="1A6C39F0" w14:textId="77777777" w:rsidTr="00102328">
        <w:tc>
          <w:tcPr>
            <w:tcW w:w="570" w:type="dxa"/>
          </w:tcPr>
          <w:p w14:paraId="21A34EDA" w14:textId="77777777" w:rsidR="00581024" w:rsidRPr="000E36AA" w:rsidRDefault="00581024" w:rsidP="00ED6486">
            <w:pPr>
              <w:jc w:val="center"/>
            </w:pPr>
            <w:r>
              <w:t>16.</w:t>
            </w:r>
          </w:p>
        </w:tc>
        <w:tc>
          <w:tcPr>
            <w:tcW w:w="4689" w:type="dxa"/>
          </w:tcPr>
          <w:p w14:paraId="1114D172" w14:textId="1DCCE5DC" w:rsidR="00581024" w:rsidRPr="000E36AA" w:rsidRDefault="00102328" w:rsidP="00581024">
            <w:pPr>
              <w:tabs>
                <w:tab w:val="left" w:pos="840"/>
              </w:tabs>
              <w:jc w:val="both"/>
            </w:pPr>
            <w:proofErr w:type="spellStart"/>
            <w:r w:rsidRPr="00102328">
              <w:t>Kubiliškės</w:t>
            </w:r>
            <w:proofErr w:type="spellEnd"/>
            <w:r w:rsidRPr="00102328">
              <w:t xml:space="preserve"> piliakalnis</w:t>
            </w:r>
          </w:p>
        </w:tc>
        <w:tc>
          <w:tcPr>
            <w:tcW w:w="4370" w:type="dxa"/>
          </w:tcPr>
          <w:p w14:paraId="66B3CA7E" w14:textId="159E3850" w:rsidR="00581024" w:rsidRPr="000E36AA" w:rsidRDefault="00F00000" w:rsidP="00581024">
            <w:pPr>
              <w:jc w:val="both"/>
            </w:pPr>
            <w:r w:rsidRPr="00F00000">
              <w:t>Skuodo rajono savivaldybė</w:t>
            </w:r>
            <w:r w:rsidR="00102328">
              <w:t xml:space="preserve">, Skuodo seniūnija, </w:t>
            </w:r>
            <w:proofErr w:type="spellStart"/>
            <w:r w:rsidR="00102328">
              <w:t>Kubiliškės</w:t>
            </w:r>
            <w:proofErr w:type="spellEnd"/>
            <w:r w:rsidR="00102328">
              <w:t xml:space="preserve"> kaimas</w:t>
            </w:r>
          </w:p>
        </w:tc>
      </w:tr>
      <w:tr w:rsidR="00581024" w14:paraId="3620A85B" w14:textId="77777777" w:rsidTr="00102328">
        <w:tc>
          <w:tcPr>
            <w:tcW w:w="570" w:type="dxa"/>
          </w:tcPr>
          <w:p w14:paraId="44F770D2" w14:textId="77777777" w:rsidR="00581024" w:rsidRPr="000E36AA" w:rsidRDefault="00581024" w:rsidP="00ED6486">
            <w:pPr>
              <w:jc w:val="center"/>
            </w:pPr>
            <w:r>
              <w:t>17.</w:t>
            </w:r>
          </w:p>
        </w:tc>
        <w:tc>
          <w:tcPr>
            <w:tcW w:w="4689" w:type="dxa"/>
          </w:tcPr>
          <w:p w14:paraId="63B010D0" w14:textId="094D4D8D" w:rsidR="00581024" w:rsidRPr="000E36AA" w:rsidRDefault="00102328" w:rsidP="00581024">
            <w:pPr>
              <w:jc w:val="both"/>
            </w:pPr>
            <w:r w:rsidRPr="00102328">
              <w:t>Lurdas</w:t>
            </w:r>
          </w:p>
        </w:tc>
        <w:tc>
          <w:tcPr>
            <w:tcW w:w="4370" w:type="dxa"/>
          </w:tcPr>
          <w:p w14:paraId="7481E44F" w14:textId="7D158391" w:rsidR="00581024" w:rsidRPr="000E36AA" w:rsidRDefault="00F00000" w:rsidP="00581024">
            <w:pPr>
              <w:jc w:val="both"/>
            </w:pPr>
            <w:r w:rsidRPr="00F00000">
              <w:t>Skuodo rajono savivaldybė</w:t>
            </w:r>
            <w:r w:rsidR="00102328" w:rsidRPr="00102328">
              <w:t xml:space="preserve">, Skuodo seniūnija, </w:t>
            </w:r>
            <w:proofErr w:type="spellStart"/>
            <w:r w:rsidR="00102328" w:rsidRPr="00102328">
              <w:t>Užluobės</w:t>
            </w:r>
            <w:proofErr w:type="spellEnd"/>
            <w:r w:rsidR="00102328" w:rsidRPr="00102328">
              <w:t xml:space="preserve"> kaimas</w:t>
            </w:r>
          </w:p>
        </w:tc>
      </w:tr>
      <w:tr w:rsidR="00581024" w14:paraId="10127BF3" w14:textId="77777777" w:rsidTr="00102328">
        <w:tc>
          <w:tcPr>
            <w:tcW w:w="570" w:type="dxa"/>
          </w:tcPr>
          <w:p w14:paraId="1DE77610" w14:textId="77777777" w:rsidR="00581024" w:rsidRPr="000E36AA" w:rsidRDefault="00581024" w:rsidP="00ED6486">
            <w:pPr>
              <w:jc w:val="center"/>
            </w:pPr>
            <w:r>
              <w:t>18.</w:t>
            </w:r>
          </w:p>
        </w:tc>
        <w:tc>
          <w:tcPr>
            <w:tcW w:w="4689" w:type="dxa"/>
          </w:tcPr>
          <w:p w14:paraId="53A916D5" w14:textId="1130C0FC" w:rsidR="00581024" w:rsidRPr="000E36AA" w:rsidRDefault="00102328" w:rsidP="00581024">
            <w:pPr>
              <w:jc w:val="both"/>
            </w:pPr>
            <w:proofErr w:type="spellStart"/>
            <w:r w:rsidRPr="00102328">
              <w:t>Puodkalių</w:t>
            </w:r>
            <w:proofErr w:type="spellEnd"/>
            <w:r w:rsidRPr="00102328">
              <w:t xml:space="preserve"> piliakalnis</w:t>
            </w:r>
          </w:p>
        </w:tc>
        <w:tc>
          <w:tcPr>
            <w:tcW w:w="4370" w:type="dxa"/>
          </w:tcPr>
          <w:p w14:paraId="18DDCD1C" w14:textId="4638381C" w:rsidR="00581024" w:rsidRPr="000E36AA" w:rsidRDefault="00F00000" w:rsidP="00581024">
            <w:pPr>
              <w:tabs>
                <w:tab w:val="left" w:pos="195"/>
              </w:tabs>
              <w:jc w:val="both"/>
            </w:pPr>
            <w:r w:rsidRPr="00F00000">
              <w:t>Skuodo rajono savivaldybė</w:t>
            </w:r>
            <w:r w:rsidR="00102328" w:rsidRPr="00102328">
              <w:t xml:space="preserve">, Skuodo seniūnija, </w:t>
            </w:r>
            <w:proofErr w:type="spellStart"/>
            <w:r w:rsidR="00102328" w:rsidRPr="00102328">
              <w:t>Puodkalių</w:t>
            </w:r>
            <w:proofErr w:type="spellEnd"/>
            <w:r w:rsidR="00102328" w:rsidRPr="00102328">
              <w:t xml:space="preserve"> kaimas</w:t>
            </w:r>
          </w:p>
        </w:tc>
      </w:tr>
      <w:tr w:rsidR="00102328" w14:paraId="2A6BF52C" w14:textId="77777777" w:rsidTr="00102328">
        <w:tc>
          <w:tcPr>
            <w:tcW w:w="570" w:type="dxa"/>
          </w:tcPr>
          <w:p w14:paraId="156E5C8A" w14:textId="1D70EAD3" w:rsidR="00102328" w:rsidRDefault="00102328" w:rsidP="00102328">
            <w:pPr>
              <w:jc w:val="center"/>
            </w:pPr>
            <w:r>
              <w:t>19.</w:t>
            </w:r>
          </w:p>
        </w:tc>
        <w:tc>
          <w:tcPr>
            <w:tcW w:w="4689" w:type="dxa"/>
          </w:tcPr>
          <w:p w14:paraId="45E0CA50" w14:textId="0677DB6D" w:rsidR="00102328" w:rsidRDefault="00102328" w:rsidP="00102328">
            <w:pPr>
              <w:jc w:val="both"/>
            </w:pPr>
            <w:r w:rsidRPr="00E458F0">
              <w:t>Skuodo mūšio vieta</w:t>
            </w:r>
          </w:p>
        </w:tc>
        <w:tc>
          <w:tcPr>
            <w:tcW w:w="4370" w:type="dxa"/>
          </w:tcPr>
          <w:p w14:paraId="5BBE3108" w14:textId="27380319" w:rsidR="00102328" w:rsidRPr="00C56214" w:rsidRDefault="00F00000" w:rsidP="00102328">
            <w:pPr>
              <w:tabs>
                <w:tab w:val="left" w:pos="195"/>
              </w:tabs>
              <w:jc w:val="both"/>
            </w:pPr>
            <w:r w:rsidRPr="00F00000">
              <w:t>Skuodo rajono savivaldybė</w:t>
            </w:r>
            <w:r w:rsidR="00102328" w:rsidRPr="00E458F0">
              <w:t xml:space="preserve">, Skuodo seniūnija, </w:t>
            </w:r>
            <w:proofErr w:type="spellStart"/>
            <w:r w:rsidR="00102328" w:rsidRPr="00E458F0">
              <w:t>Luknių</w:t>
            </w:r>
            <w:proofErr w:type="spellEnd"/>
            <w:r w:rsidR="00102328" w:rsidRPr="00E458F0">
              <w:t xml:space="preserve"> kaimas</w:t>
            </w:r>
          </w:p>
        </w:tc>
      </w:tr>
      <w:tr w:rsidR="00581024" w14:paraId="4D872675" w14:textId="77777777" w:rsidTr="00102328">
        <w:tc>
          <w:tcPr>
            <w:tcW w:w="9629" w:type="dxa"/>
            <w:gridSpan w:val="3"/>
          </w:tcPr>
          <w:p w14:paraId="3029C569" w14:textId="77777777" w:rsidR="00581024" w:rsidRPr="00B61A5A" w:rsidRDefault="00581024" w:rsidP="00ED6486">
            <w:pPr>
              <w:jc w:val="center"/>
              <w:rPr>
                <w:b/>
              </w:rPr>
            </w:pPr>
            <w:r w:rsidRPr="00B61A5A">
              <w:rPr>
                <w:b/>
              </w:rPr>
              <w:lastRenderedPageBreak/>
              <w:t>Skuodo miesto seniūnija</w:t>
            </w:r>
          </w:p>
        </w:tc>
      </w:tr>
      <w:tr w:rsidR="00581024" w14:paraId="1B74A2ED" w14:textId="77777777" w:rsidTr="00102328">
        <w:tc>
          <w:tcPr>
            <w:tcW w:w="570" w:type="dxa"/>
          </w:tcPr>
          <w:p w14:paraId="54DB4420" w14:textId="2050D5B0" w:rsidR="00581024" w:rsidRPr="000E36AA" w:rsidRDefault="00102328" w:rsidP="00ED6486">
            <w:pPr>
              <w:jc w:val="center"/>
            </w:pPr>
            <w:r>
              <w:t>20</w:t>
            </w:r>
            <w:r w:rsidR="00581024">
              <w:t>.</w:t>
            </w:r>
          </w:p>
        </w:tc>
        <w:tc>
          <w:tcPr>
            <w:tcW w:w="4689" w:type="dxa"/>
          </w:tcPr>
          <w:p w14:paraId="7AD14F7F" w14:textId="77777777" w:rsidR="00581024" w:rsidRPr="000E36AA" w:rsidRDefault="00581024" w:rsidP="00581024">
            <w:pPr>
              <w:tabs>
                <w:tab w:val="left" w:pos="1710"/>
                <w:tab w:val="center" w:pos="3365"/>
              </w:tabs>
              <w:jc w:val="both"/>
            </w:pPr>
            <w:r w:rsidRPr="00C56214">
              <w:t>Skuodo muziejus</w:t>
            </w:r>
          </w:p>
        </w:tc>
        <w:tc>
          <w:tcPr>
            <w:tcW w:w="4370" w:type="dxa"/>
          </w:tcPr>
          <w:p w14:paraId="4AE3AD1A" w14:textId="3D4E27AF" w:rsidR="00581024" w:rsidRPr="000E36AA" w:rsidRDefault="00F00000" w:rsidP="00581024">
            <w:pPr>
              <w:jc w:val="both"/>
            </w:pPr>
            <w:r w:rsidRPr="00F00000">
              <w:t>Skuodo rajono savivaldybė</w:t>
            </w:r>
            <w:r w:rsidR="00581024" w:rsidRPr="00C56214">
              <w:t xml:space="preserve">, </w:t>
            </w:r>
            <w:r w:rsidR="00581024">
              <w:t>Skuodo miesto</w:t>
            </w:r>
            <w:r w:rsidR="00581024" w:rsidRPr="00C56214">
              <w:t xml:space="preserve"> seniūnija, </w:t>
            </w:r>
            <w:r w:rsidR="00DF4CAF">
              <w:t xml:space="preserve">Skuodas, </w:t>
            </w:r>
            <w:r w:rsidR="00581024">
              <w:t>Šaulių g. 3</w:t>
            </w:r>
          </w:p>
        </w:tc>
      </w:tr>
      <w:tr w:rsidR="00581024" w14:paraId="26A177B2" w14:textId="77777777" w:rsidTr="00102328">
        <w:tc>
          <w:tcPr>
            <w:tcW w:w="570" w:type="dxa"/>
          </w:tcPr>
          <w:p w14:paraId="649B27D3" w14:textId="3D2C346E" w:rsidR="00581024" w:rsidRPr="000E36AA" w:rsidRDefault="00581024" w:rsidP="00102328">
            <w:pPr>
              <w:jc w:val="center"/>
            </w:pPr>
            <w:r>
              <w:t>2</w:t>
            </w:r>
            <w:r w:rsidR="00102328">
              <w:t>1</w:t>
            </w:r>
            <w:r>
              <w:t>.</w:t>
            </w:r>
          </w:p>
        </w:tc>
        <w:tc>
          <w:tcPr>
            <w:tcW w:w="4689" w:type="dxa"/>
          </w:tcPr>
          <w:p w14:paraId="2F53BFAA" w14:textId="77777777" w:rsidR="00581024" w:rsidRPr="000E36AA" w:rsidRDefault="00581024" w:rsidP="00581024">
            <w:pPr>
              <w:jc w:val="both"/>
            </w:pPr>
            <w:r w:rsidRPr="00C56214">
              <w:t>Žydų žudynių ir užkasimo vieta</w:t>
            </w:r>
          </w:p>
        </w:tc>
        <w:tc>
          <w:tcPr>
            <w:tcW w:w="4370" w:type="dxa"/>
          </w:tcPr>
          <w:p w14:paraId="3AECB9D2" w14:textId="3460A3C7" w:rsidR="00581024" w:rsidRPr="000E36AA" w:rsidRDefault="00F00000" w:rsidP="00581024">
            <w:pPr>
              <w:jc w:val="both"/>
            </w:pPr>
            <w:r w:rsidRPr="00F00000">
              <w:t>Skuodo rajono savivaldybė</w:t>
            </w:r>
            <w:r w:rsidR="00581024" w:rsidRPr="00C56214">
              <w:t xml:space="preserve">, Skuodo miesto seniūnija, </w:t>
            </w:r>
            <w:r w:rsidR="00DF4CAF">
              <w:t xml:space="preserve">Skuodas, </w:t>
            </w:r>
            <w:r w:rsidR="00581024" w:rsidRPr="00C56214">
              <w:t>Kretingos g</w:t>
            </w:r>
          </w:p>
        </w:tc>
      </w:tr>
      <w:tr w:rsidR="00581024" w14:paraId="2560CD4F" w14:textId="77777777" w:rsidTr="00102328">
        <w:tc>
          <w:tcPr>
            <w:tcW w:w="9629" w:type="dxa"/>
            <w:gridSpan w:val="3"/>
          </w:tcPr>
          <w:p w14:paraId="1B79A94E" w14:textId="77777777" w:rsidR="00581024" w:rsidRPr="00B61A5A" w:rsidRDefault="00581024" w:rsidP="00ED6486">
            <w:pPr>
              <w:jc w:val="center"/>
              <w:rPr>
                <w:b/>
              </w:rPr>
            </w:pPr>
            <w:proofErr w:type="spellStart"/>
            <w:r w:rsidRPr="00B61A5A">
              <w:rPr>
                <w:b/>
              </w:rPr>
              <w:t>Šačių</w:t>
            </w:r>
            <w:proofErr w:type="spellEnd"/>
            <w:r w:rsidRPr="00B61A5A">
              <w:rPr>
                <w:b/>
              </w:rPr>
              <w:t xml:space="preserve"> seniūnija</w:t>
            </w:r>
          </w:p>
        </w:tc>
      </w:tr>
      <w:tr w:rsidR="00581024" w14:paraId="24D66AA7" w14:textId="77777777" w:rsidTr="00102328">
        <w:tc>
          <w:tcPr>
            <w:tcW w:w="570" w:type="dxa"/>
          </w:tcPr>
          <w:p w14:paraId="0DB11D7A" w14:textId="44CF678D" w:rsidR="00581024" w:rsidRPr="00C56214" w:rsidRDefault="00581024" w:rsidP="00102328">
            <w:pPr>
              <w:jc w:val="center"/>
            </w:pPr>
            <w:r w:rsidRPr="00C56214">
              <w:t>2</w:t>
            </w:r>
            <w:r w:rsidR="00102328">
              <w:t>2</w:t>
            </w:r>
            <w:r w:rsidRPr="00C56214">
              <w:t>.</w:t>
            </w:r>
          </w:p>
        </w:tc>
        <w:tc>
          <w:tcPr>
            <w:tcW w:w="4689" w:type="dxa"/>
          </w:tcPr>
          <w:p w14:paraId="5EC499A0" w14:textId="77777777" w:rsidR="00581024" w:rsidRPr="00C56214" w:rsidRDefault="00581024" w:rsidP="00581024">
            <w:pPr>
              <w:jc w:val="both"/>
            </w:pPr>
            <w:proofErr w:type="spellStart"/>
            <w:r w:rsidRPr="00C56214">
              <w:t>Erslos</w:t>
            </w:r>
            <w:proofErr w:type="spellEnd"/>
            <w:r w:rsidRPr="00C56214">
              <w:t xml:space="preserve"> akmuo su plokščiadugniu dubeniu</w:t>
            </w:r>
          </w:p>
        </w:tc>
        <w:tc>
          <w:tcPr>
            <w:tcW w:w="4370" w:type="dxa"/>
          </w:tcPr>
          <w:p w14:paraId="374673D4" w14:textId="5A42A484" w:rsidR="00581024" w:rsidRPr="000C02C6" w:rsidRDefault="00F00000" w:rsidP="00581024">
            <w:pPr>
              <w:jc w:val="both"/>
            </w:pPr>
            <w:r w:rsidRPr="00F00000">
              <w:t>Skuodo rajono savivaldybė</w:t>
            </w:r>
            <w:r w:rsidR="00581024" w:rsidRPr="00C56214">
              <w:t>,</w:t>
            </w:r>
            <w:r>
              <w:t xml:space="preserve"> </w:t>
            </w:r>
            <w:proofErr w:type="spellStart"/>
            <w:r w:rsidR="00581024">
              <w:t>Šačių</w:t>
            </w:r>
            <w:proofErr w:type="spellEnd"/>
            <w:r w:rsidR="00581024">
              <w:t xml:space="preserve"> seniūnija, </w:t>
            </w:r>
            <w:proofErr w:type="spellStart"/>
            <w:r w:rsidR="00581024">
              <w:t>Erslos</w:t>
            </w:r>
            <w:proofErr w:type="spellEnd"/>
            <w:r w:rsidR="00581024">
              <w:t xml:space="preserve"> kaimas</w:t>
            </w:r>
          </w:p>
        </w:tc>
      </w:tr>
    </w:tbl>
    <w:p w14:paraId="7A43DB23" w14:textId="77777777" w:rsidR="00487A12" w:rsidRDefault="00487A12" w:rsidP="00AC6A74">
      <w:pPr>
        <w:jc w:val="both"/>
      </w:pPr>
    </w:p>
    <w:p w14:paraId="183ABEEF" w14:textId="77777777" w:rsidR="00A04DAC" w:rsidRDefault="00A04DAC" w:rsidP="00A04DAC">
      <w:pPr>
        <w:jc w:val="center"/>
      </w:pPr>
      <w:r>
        <w:t>________________________</w:t>
      </w:r>
    </w:p>
    <w:sectPr w:rsidR="00A04DAC" w:rsidSect="00461301">
      <w:headerReference w:type="default" r:id="rId7"/>
      <w:headerReference w:type="first" r:id="rId8"/>
      <w:pgSz w:w="11907" w:h="16840" w:code="9"/>
      <w:pgMar w:top="567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0624BE" w14:textId="77777777" w:rsidR="0034724F" w:rsidRDefault="0034724F">
      <w:r>
        <w:separator/>
      </w:r>
    </w:p>
  </w:endnote>
  <w:endnote w:type="continuationSeparator" w:id="0">
    <w:p w14:paraId="7AC14EA7" w14:textId="77777777" w:rsidR="0034724F" w:rsidRDefault="00347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LT, 'Times New Roman'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61AFE" w14:textId="77777777" w:rsidR="0034724F" w:rsidRDefault="0034724F">
      <w:r>
        <w:separator/>
      </w:r>
    </w:p>
  </w:footnote>
  <w:footnote w:type="continuationSeparator" w:id="0">
    <w:p w14:paraId="669B4650" w14:textId="77777777" w:rsidR="0034724F" w:rsidRDefault="00347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6097C" w14:textId="77777777" w:rsidR="009B34E6" w:rsidRDefault="009B34E6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 w:rsidR="00F00000">
      <w:rPr>
        <w:noProof/>
      </w:rPr>
      <w:t>2</w:t>
    </w:r>
    <w:r>
      <w:fldChar w:fldCharType="end"/>
    </w:r>
  </w:p>
  <w:p w14:paraId="12F69B3D" w14:textId="77777777" w:rsidR="009B34E6" w:rsidRDefault="009B34E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54B13" w14:textId="51497529" w:rsidR="009D39F9" w:rsidRPr="007709FB" w:rsidRDefault="00FA4E8C" w:rsidP="00FA4E8C">
    <w:pPr>
      <w:pStyle w:val="Antrats"/>
      <w:ind w:right="480"/>
      <w:jc w:val="center"/>
      <w:rPr>
        <w:b/>
        <w:i/>
        <w:iCs/>
      </w:rPr>
    </w:pPr>
    <w:r>
      <w:rPr>
        <w:b/>
        <w:i/>
        <w:i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B0BA9"/>
    <w:multiLevelType w:val="hybridMultilevel"/>
    <w:tmpl w:val="A1E8BA32"/>
    <w:lvl w:ilvl="0" w:tplc="9DF0A3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363F4"/>
    <w:multiLevelType w:val="multilevel"/>
    <w:tmpl w:val="CC9055B8"/>
    <w:lvl w:ilvl="0">
      <w:start w:val="15"/>
      <w:numFmt w:val="decimal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abstractNum w:abstractNumId="2" w15:restartNumberingAfterBreak="0">
    <w:nsid w:val="2B0640EF"/>
    <w:multiLevelType w:val="hybridMultilevel"/>
    <w:tmpl w:val="8454F5A4"/>
    <w:lvl w:ilvl="0" w:tplc="704C8C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4C85D3E"/>
    <w:multiLevelType w:val="multilevel"/>
    <w:tmpl w:val="A87C0D24"/>
    <w:lvl w:ilvl="0">
      <w:start w:val="4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9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76" w:hanging="1800"/>
      </w:pPr>
      <w:rPr>
        <w:rFonts w:hint="default"/>
      </w:rPr>
    </w:lvl>
  </w:abstractNum>
  <w:abstractNum w:abstractNumId="4" w15:restartNumberingAfterBreak="0">
    <w:nsid w:val="59764452"/>
    <w:multiLevelType w:val="multilevel"/>
    <w:tmpl w:val="75441FDC"/>
    <w:lvl w:ilvl="0">
      <w:start w:val="1"/>
      <w:numFmt w:val="decimal"/>
      <w:suff w:val="space"/>
      <w:lvlText w:val="%1."/>
      <w:lvlJc w:val="left"/>
      <w:pPr>
        <w:ind w:left="0" w:firstLine="1247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124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abstractNum w:abstractNumId="5" w15:restartNumberingAfterBreak="0">
    <w:nsid w:val="63C66E07"/>
    <w:multiLevelType w:val="multilevel"/>
    <w:tmpl w:val="75441FDC"/>
    <w:lvl w:ilvl="0">
      <w:start w:val="1"/>
      <w:numFmt w:val="decimal"/>
      <w:suff w:val="space"/>
      <w:lvlText w:val="%1."/>
      <w:lvlJc w:val="left"/>
      <w:pPr>
        <w:ind w:left="0" w:firstLine="1247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124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abstractNum w:abstractNumId="6" w15:restartNumberingAfterBreak="0">
    <w:nsid w:val="64D102EA"/>
    <w:multiLevelType w:val="multilevel"/>
    <w:tmpl w:val="1DBAD940"/>
    <w:lvl w:ilvl="0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6CA831B5"/>
    <w:multiLevelType w:val="hybridMultilevel"/>
    <w:tmpl w:val="23A83A5E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736A3D"/>
    <w:multiLevelType w:val="multilevel"/>
    <w:tmpl w:val="75441FDC"/>
    <w:lvl w:ilvl="0">
      <w:start w:val="1"/>
      <w:numFmt w:val="decimal"/>
      <w:suff w:val="space"/>
      <w:lvlText w:val="%1."/>
      <w:lvlJc w:val="left"/>
      <w:pPr>
        <w:ind w:left="0" w:firstLine="1247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124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abstractNum w:abstractNumId="9" w15:restartNumberingAfterBreak="0">
    <w:nsid w:val="7E252717"/>
    <w:multiLevelType w:val="hybridMultilevel"/>
    <w:tmpl w:val="7166BC8C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20184636">
    <w:abstractNumId w:val="0"/>
  </w:num>
  <w:num w:numId="2" w16cid:durableId="2127380397">
    <w:abstractNumId w:val="7"/>
  </w:num>
  <w:num w:numId="3" w16cid:durableId="609121419">
    <w:abstractNumId w:val="2"/>
  </w:num>
  <w:num w:numId="4" w16cid:durableId="765275639">
    <w:abstractNumId w:val="1"/>
  </w:num>
  <w:num w:numId="5" w16cid:durableId="346903937">
    <w:abstractNumId w:val="4"/>
  </w:num>
  <w:num w:numId="6" w16cid:durableId="381976390">
    <w:abstractNumId w:val="6"/>
  </w:num>
  <w:num w:numId="7" w16cid:durableId="1233393765">
    <w:abstractNumId w:val="9"/>
  </w:num>
  <w:num w:numId="8" w16cid:durableId="1288898659">
    <w:abstractNumId w:val="5"/>
  </w:num>
  <w:num w:numId="9" w16cid:durableId="1049494084">
    <w:abstractNumId w:val="3"/>
  </w:num>
  <w:num w:numId="10" w16cid:durableId="11821655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016523"/>
    <w:rsid w:val="00021735"/>
    <w:rsid w:val="00022C45"/>
    <w:rsid w:val="00036431"/>
    <w:rsid w:val="00075693"/>
    <w:rsid w:val="00084E0F"/>
    <w:rsid w:val="000A2275"/>
    <w:rsid w:val="000A4ECE"/>
    <w:rsid w:val="000E0897"/>
    <w:rsid w:val="000F1781"/>
    <w:rsid w:val="000F2B7B"/>
    <w:rsid w:val="001003D8"/>
    <w:rsid w:val="0010180A"/>
    <w:rsid w:val="00102328"/>
    <w:rsid w:val="001317B5"/>
    <w:rsid w:val="00132C96"/>
    <w:rsid w:val="001352E2"/>
    <w:rsid w:val="001427CE"/>
    <w:rsid w:val="001A75AA"/>
    <w:rsid w:val="001A7E33"/>
    <w:rsid w:val="001B0F34"/>
    <w:rsid w:val="001C6F1E"/>
    <w:rsid w:val="001E5C23"/>
    <w:rsid w:val="001F10DA"/>
    <w:rsid w:val="00232B68"/>
    <w:rsid w:val="00242B82"/>
    <w:rsid w:val="00263188"/>
    <w:rsid w:val="002905B5"/>
    <w:rsid w:val="00296096"/>
    <w:rsid w:val="002A0B31"/>
    <w:rsid w:val="002B52D2"/>
    <w:rsid w:val="002B6E20"/>
    <w:rsid w:val="002B6E76"/>
    <w:rsid w:val="002B6F02"/>
    <w:rsid w:val="002C0AAA"/>
    <w:rsid w:val="002C7BAC"/>
    <w:rsid w:val="002E2D5E"/>
    <w:rsid w:val="002E37CD"/>
    <w:rsid w:val="00300AD0"/>
    <w:rsid w:val="003111D6"/>
    <w:rsid w:val="00313C0E"/>
    <w:rsid w:val="0032013A"/>
    <w:rsid w:val="003446A1"/>
    <w:rsid w:val="0034724F"/>
    <w:rsid w:val="003642A4"/>
    <w:rsid w:val="00372ECA"/>
    <w:rsid w:val="00380935"/>
    <w:rsid w:val="003B3605"/>
    <w:rsid w:val="003B42CE"/>
    <w:rsid w:val="003C3E25"/>
    <w:rsid w:val="003C48A1"/>
    <w:rsid w:val="003D0838"/>
    <w:rsid w:val="003D5F29"/>
    <w:rsid w:val="003E1A82"/>
    <w:rsid w:val="004250D2"/>
    <w:rsid w:val="00427759"/>
    <w:rsid w:val="00433F1A"/>
    <w:rsid w:val="00435F45"/>
    <w:rsid w:val="00451943"/>
    <w:rsid w:val="004556F4"/>
    <w:rsid w:val="00461301"/>
    <w:rsid w:val="0047775E"/>
    <w:rsid w:val="00481308"/>
    <w:rsid w:val="00487A12"/>
    <w:rsid w:val="004B74A6"/>
    <w:rsid w:val="004C6F29"/>
    <w:rsid w:val="004C73FD"/>
    <w:rsid w:val="004F19E6"/>
    <w:rsid w:val="00500B17"/>
    <w:rsid w:val="005015EF"/>
    <w:rsid w:val="005045C3"/>
    <w:rsid w:val="00545BA6"/>
    <w:rsid w:val="00550C89"/>
    <w:rsid w:val="005764E7"/>
    <w:rsid w:val="00581024"/>
    <w:rsid w:val="0058295A"/>
    <w:rsid w:val="00585978"/>
    <w:rsid w:val="005A1C80"/>
    <w:rsid w:val="005D6731"/>
    <w:rsid w:val="005D6FD7"/>
    <w:rsid w:val="005E4A00"/>
    <w:rsid w:val="005F096F"/>
    <w:rsid w:val="005F5B66"/>
    <w:rsid w:val="005F6826"/>
    <w:rsid w:val="0060423D"/>
    <w:rsid w:val="00614F99"/>
    <w:rsid w:val="006154FB"/>
    <w:rsid w:val="00616B67"/>
    <w:rsid w:val="006209B3"/>
    <w:rsid w:val="006245BC"/>
    <w:rsid w:val="0062555A"/>
    <w:rsid w:val="00652860"/>
    <w:rsid w:val="006567BB"/>
    <w:rsid w:val="00670FB9"/>
    <w:rsid w:val="0068526B"/>
    <w:rsid w:val="00691658"/>
    <w:rsid w:val="006A0052"/>
    <w:rsid w:val="006B020A"/>
    <w:rsid w:val="006B7F40"/>
    <w:rsid w:val="006D519F"/>
    <w:rsid w:val="006D6194"/>
    <w:rsid w:val="006D79AF"/>
    <w:rsid w:val="00703189"/>
    <w:rsid w:val="00705700"/>
    <w:rsid w:val="0072494B"/>
    <w:rsid w:val="00765599"/>
    <w:rsid w:val="007709FB"/>
    <w:rsid w:val="00774686"/>
    <w:rsid w:val="00790841"/>
    <w:rsid w:val="007A7154"/>
    <w:rsid w:val="007B5745"/>
    <w:rsid w:val="007C042A"/>
    <w:rsid w:val="007C4281"/>
    <w:rsid w:val="007F31F6"/>
    <w:rsid w:val="00810B31"/>
    <w:rsid w:val="008174B1"/>
    <w:rsid w:val="00847640"/>
    <w:rsid w:val="008651AF"/>
    <w:rsid w:val="00877C74"/>
    <w:rsid w:val="008939AD"/>
    <w:rsid w:val="008A2AA2"/>
    <w:rsid w:val="008C23A9"/>
    <w:rsid w:val="008C2D14"/>
    <w:rsid w:val="008D4071"/>
    <w:rsid w:val="008E7C84"/>
    <w:rsid w:val="00901A35"/>
    <w:rsid w:val="00905399"/>
    <w:rsid w:val="009200B2"/>
    <w:rsid w:val="0092013C"/>
    <w:rsid w:val="00984B78"/>
    <w:rsid w:val="00996022"/>
    <w:rsid w:val="009A2710"/>
    <w:rsid w:val="009A723F"/>
    <w:rsid w:val="009B34E6"/>
    <w:rsid w:val="009C39D1"/>
    <w:rsid w:val="009C45AD"/>
    <w:rsid w:val="009D1696"/>
    <w:rsid w:val="009D39F9"/>
    <w:rsid w:val="009D5EAF"/>
    <w:rsid w:val="009E7929"/>
    <w:rsid w:val="00A04DAC"/>
    <w:rsid w:val="00A255EC"/>
    <w:rsid w:val="00A52F9C"/>
    <w:rsid w:val="00A70613"/>
    <w:rsid w:val="00A7653C"/>
    <w:rsid w:val="00A93DD3"/>
    <w:rsid w:val="00A97A25"/>
    <w:rsid w:val="00AA07CD"/>
    <w:rsid w:val="00AA38CA"/>
    <w:rsid w:val="00AB3A64"/>
    <w:rsid w:val="00AC6A74"/>
    <w:rsid w:val="00AD16A3"/>
    <w:rsid w:val="00AE5F66"/>
    <w:rsid w:val="00B04F63"/>
    <w:rsid w:val="00B26E2B"/>
    <w:rsid w:val="00B3070B"/>
    <w:rsid w:val="00B31294"/>
    <w:rsid w:val="00B50A2C"/>
    <w:rsid w:val="00B64876"/>
    <w:rsid w:val="00B72DB4"/>
    <w:rsid w:val="00B72FDA"/>
    <w:rsid w:val="00B768A7"/>
    <w:rsid w:val="00B8187A"/>
    <w:rsid w:val="00B830CA"/>
    <w:rsid w:val="00B90529"/>
    <w:rsid w:val="00B960AB"/>
    <w:rsid w:val="00BA03A0"/>
    <w:rsid w:val="00BC1290"/>
    <w:rsid w:val="00BC2D41"/>
    <w:rsid w:val="00BC64CE"/>
    <w:rsid w:val="00BF4FD9"/>
    <w:rsid w:val="00C162B5"/>
    <w:rsid w:val="00C21044"/>
    <w:rsid w:val="00C212A6"/>
    <w:rsid w:val="00C239A5"/>
    <w:rsid w:val="00C27716"/>
    <w:rsid w:val="00C54076"/>
    <w:rsid w:val="00C72617"/>
    <w:rsid w:val="00C8592A"/>
    <w:rsid w:val="00C91EF1"/>
    <w:rsid w:val="00C93042"/>
    <w:rsid w:val="00CA149F"/>
    <w:rsid w:val="00CB2189"/>
    <w:rsid w:val="00CD4AF4"/>
    <w:rsid w:val="00CD5952"/>
    <w:rsid w:val="00D2309C"/>
    <w:rsid w:val="00D37FE4"/>
    <w:rsid w:val="00D507D1"/>
    <w:rsid w:val="00D52EBA"/>
    <w:rsid w:val="00D6066F"/>
    <w:rsid w:val="00D6125E"/>
    <w:rsid w:val="00D74135"/>
    <w:rsid w:val="00D95B3D"/>
    <w:rsid w:val="00DA02BC"/>
    <w:rsid w:val="00DB4D4B"/>
    <w:rsid w:val="00DC1A6F"/>
    <w:rsid w:val="00DC28B8"/>
    <w:rsid w:val="00DC7171"/>
    <w:rsid w:val="00DC720F"/>
    <w:rsid w:val="00DD5F6A"/>
    <w:rsid w:val="00DE1659"/>
    <w:rsid w:val="00DE5CCD"/>
    <w:rsid w:val="00DF4CAF"/>
    <w:rsid w:val="00E25905"/>
    <w:rsid w:val="00E4553C"/>
    <w:rsid w:val="00E70653"/>
    <w:rsid w:val="00E8061A"/>
    <w:rsid w:val="00E870EB"/>
    <w:rsid w:val="00E92050"/>
    <w:rsid w:val="00E94115"/>
    <w:rsid w:val="00E94B72"/>
    <w:rsid w:val="00EB6E0B"/>
    <w:rsid w:val="00EC3FC2"/>
    <w:rsid w:val="00EF0313"/>
    <w:rsid w:val="00F00000"/>
    <w:rsid w:val="00F000F7"/>
    <w:rsid w:val="00F21EA1"/>
    <w:rsid w:val="00F2636A"/>
    <w:rsid w:val="00F36414"/>
    <w:rsid w:val="00F374F1"/>
    <w:rsid w:val="00F43CD3"/>
    <w:rsid w:val="00F5182F"/>
    <w:rsid w:val="00F6437E"/>
    <w:rsid w:val="00F733D5"/>
    <w:rsid w:val="00F74757"/>
    <w:rsid w:val="00F872B5"/>
    <w:rsid w:val="00F97F6E"/>
    <w:rsid w:val="00FA4295"/>
    <w:rsid w:val="00FA4E8C"/>
    <w:rsid w:val="00FB0641"/>
    <w:rsid w:val="00FB2668"/>
    <w:rsid w:val="00FF4EB2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571699"/>
  <w15:docId w15:val="{546B8BDC-E273-4897-94FD-1869E9B2D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B0641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="Calibri Light" w:eastAsia="Calibri Light" w:hAnsi="Calibri Light" w:cs="Calibri Light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link w:val="Antrat5"/>
    <w:uiPriority w:val="9"/>
    <w:semiHidden/>
    <w:qFormat/>
    <w:rsid w:val="005C1C7A"/>
    <w:rPr>
      <w:rFonts w:ascii="Calibri Light" w:eastAsia="Calibri Light" w:hAnsi="Calibri Light" w:cs="Calibri Light"/>
      <w:color w:val="2E74B5"/>
    </w:rPr>
  </w:style>
  <w:style w:type="character" w:customStyle="1" w:styleId="AntratsDiagrama">
    <w:name w:val="Antraštės Diagrama"/>
    <w:link w:val="Antrats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="Calibri" w:eastAsia="Calibri" w:hAnsi="Calibri" w:cs="Calibr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="Calibri" w:eastAsia="Calibri" w:hAnsi="Calibri" w:cs="Calibr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/>
      <w:sz w:val="20"/>
    </w:rPr>
  </w:style>
  <w:style w:type="paragraph" w:styleId="Antrats">
    <w:name w:val="header"/>
    <w:basedOn w:val="prastasis"/>
    <w:link w:val="Antrats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Sraopastraipa">
    <w:name w:val="List Paragraph"/>
    <w:basedOn w:val="prastasis"/>
    <w:uiPriority w:val="34"/>
    <w:qFormat/>
    <w:rsid w:val="00E8061A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F178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0F1781"/>
    <w:rPr>
      <w:rFonts w:ascii="Segoe UI" w:eastAsia="Times New Roman" w:hAnsi="Segoe UI" w:cs="Segoe UI"/>
      <w:color w:val="00000A"/>
      <w:sz w:val="18"/>
      <w:szCs w:val="18"/>
    </w:rPr>
  </w:style>
  <w:style w:type="paragraph" w:styleId="Pataisymai">
    <w:name w:val="Revision"/>
    <w:hidden/>
    <w:uiPriority w:val="99"/>
    <w:semiHidden/>
    <w:rsid w:val="00427759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character" w:customStyle="1" w:styleId="Bodytext2">
    <w:name w:val="Body text (2)_"/>
    <w:link w:val="Bodytext20"/>
    <w:rsid w:val="002E2D5E"/>
    <w:rPr>
      <w:shd w:val="clear" w:color="auto" w:fill="FFFFFF"/>
    </w:rPr>
  </w:style>
  <w:style w:type="paragraph" w:customStyle="1" w:styleId="Bodytext20">
    <w:name w:val="Body text (2)"/>
    <w:basedOn w:val="prastasis"/>
    <w:link w:val="Bodytext2"/>
    <w:rsid w:val="002E2D5E"/>
    <w:pPr>
      <w:widowControl w:val="0"/>
      <w:shd w:val="clear" w:color="auto" w:fill="FFFFFF"/>
      <w:spacing w:line="298" w:lineRule="exact"/>
    </w:pPr>
    <w:rPr>
      <w:rFonts w:ascii="Calibri" w:eastAsia="Calibri" w:hAnsi="Calibri" w:cs="Calibri"/>
      <w:color w:val="auto"/>
      <w:sz w:val="20"/>
      <w:szCs w:val="20"/>
      <w:lang w:eastAsia="lt-LT"/>
    </w:rPr>
  </w:style>
  <w:style w:type="character" w:styleId="Hipersaitas">
    <w:name w:val="Hyperlink"/>
    <w:uiPriority w:val="99"/>
    <w:unhideWhenUsed/>
    <w:rsid w:val="004C73FD"/>
    <w:rPr>
      <w:color w:val="0563C1"/>
      <w:u w:val="single"/>
    </w:rPr>
  </w:style>
  <w:style w:type="paragraph" w:customStyle="1" w:styleId="tajtip">
    <w:name w:val="tajtip"/>
    <w:basedOn w:val="prastasis"/>
    <w:rsid w:val="004C73FD"/>
    <w:pPr>
      <w:spacing w:before="100" w:beforeAutospacing="1" w:after="100" w:afterAutospacing="1"/>
    </w:pPr>
    <w:rPr>
      <w:color w:val="auto"/>
      <w:lang w:eastAsia="lt-LT"/>
    </w:rPr>
  </w:style>
  <w:style w:type="paragraph" w:customStyle="1" w:styleId="Standard">
    <w:name w:val="Standard"/>
    <w:rsid w:val="001A75AA"/>
    <w:pPr>
      <w:suppressAutoHyphens/>
      <w:autoSpaceDN w:val="0"/>
      <w:textAlignment w:val="baseline"/>
    </w:pPr>
    <w:rPr>
      <w:rFonts w:ascii="TimesLT, 'Times New Roman'" w:eastAsia="Times New Roman" w:hAnsi="TimesLT, 'Times New Roman'" w:cs="TimesLT, 'Times New Roman'"/>
      <w:color w:val="000000"/>
      <w:kern w:val="3"/>
      <w:sz w:val="24"/>
      <w:lang w:eastAsia="zh-CN"/>
    </w:rPr>
  </w:style>
  <w:style w:type="character" w:customStyle="1" w:styleId="cf01">
    <w:name w:val="cf01"/>
    <w:rsid w:val="001A75AA"/>
    <w:rPr>
      <w:rFonts w:ascii="Segoe UI" w:hAnsi="Segoe UI" w:cs="Segoe UI" w:hint="default"/>
      <w:sz w:val="18"/>
      <w:szCs w:val="18"/>
    </w:rPr>
  </w:style>
  <w:style w:type="table" w:styleId="Lentelstinklelis">
    <w:name w:val="Table Grid"/>
    <w:basedOn w:val="prastojilentel"/>
    <w:uiPriority w:val="39"/>
    <w:rsid w:val="00581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96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39f53c0f02474834bc4a700e729dcdfb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39f53c0f02474834bc4a700e729dcdfb</Template>
  <TotalTime>1</TotalTime>
  <Pages>2</Pages>
  <Words>1614</Words>
  <Characters>921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ŽELDYNŲ IR ŽELDINIŲ APSAUGOS, PRIEŽIŪROS IR TVARKYMO KOMISIJOS SUDARYMO IR JOS NUOSTATŲ PATVIRTINIMO</vt:lpstr>
      <vt:lpstr>DĖL SKUODO RAJONO SAVIVALDYBĖS ŽELDYNŲ IR ŽELDINIŲ APSAUGOS, PRIEŽIŪROS IR TVARKYMO KOMISIJOS SUDARYMO IR JOS NUOSTATŲ PATVIRTINIMO</vt:lpstr>
    </vt:vector>
  </TitlesOfParts>
  <Manager>2022-03-24</Manager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ŽELDYNŲ IR ŽELDINIŲ APSAUGOS, PRIEŽIŪROS IR TVARKYMO KOMISIJOS SUDARYMO IR JOS NUOSTATŲ PATVIRTINIMO</dc:title>
  <dc:subject>T9-65</dc:subject>
  <dc:creator>SKUODO RAJONO SAVIVALDYBĖS TARYBA</dc:creator>
  <cp:lastModifiedBy>Sadauskienė, Dalia</cp:lastModifiedBy>
  <cp:revision>3</cp:revision>
  <cp:lastPrinted>2024-03-26T13:03:00Z</cp:lastPrinted>
  <dcterms:created xsi:type="dcterms:W3CDTF">2024-12-09T14:32:00Z</dcterms:created>
  <dcterms:modified xsi:type="dcterms:W3CDTF">2024-12-09T14:32:00Z</dcterms:modified>
  <cp:category>SPRENDIMAS</cp:category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